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6587EB0" w14:textId="77777777" w:rsidR="005A563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A5631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7EE980EA" w:rsidR="00B67D39" w:rsidRPr="006B56FD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3000D6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A27E0" w:rsidRPr="00FA27E0">
        <w:rPr>
          <w:rFonts w:cstheme="minorHAnsi"/>
          <w:b/>
          <w:bCs/>
        </w:rPr>
        <w:t>Usługi poligraficzne - wykonanie kopii wydruków czarno-białych oraz kolorowych, kopert, pieczątek na potrzeby PGE Dystrybucja S.A. Oddział Zamość</w:t>
      </w:r>
      <w:r w:rsidR="00A220AE">
        <w:rPr>
          <w:rFonts w:cstheme="minorHAnsi"/>
          <w:b/>
          <w:bCs/>
        </w:rPr>
        <w:t xml:space="preserve">, </w:t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POST/DYS/OZ/GZA/04</w:t>
      </w:r>
      <w:r w:rsidR="00FA27E0">
        <w:rPr>
          <w:rFonts w:cstheme="minorHAnsi"/>
          <w:b/>
          <w:bCs/>
        </w:rPr>
        <w:t>394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6AA9772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65BAEE73" w14:textId="77777777" w:rsidR="00A220AE" w:rsidRDefault="00A220AE" w:rsidP="002C2C2F">
      <w:pPr>
        <w:jc w:val="both"/>
        <w:rPr>
          <w:rFonts w:cstheme="minorHAnsi"/>
          <w:i/>
        </w:rPr>
      </w:pPr>
    </w:p>
    <w:p w14:paraId="607714E3" w14:textId="77777777" w:rsidR="00A220AE" w:rsidRDefault="00A220AE" w:rsidP="002C2C2F">
      <w:pPr>
        <w:jc w:val="both"/>
        <w:rPr>
          <w:rFonts w:cstheme="minorHAnsi"/>
          <w:i/>
        </w:rPr>
      </w:pPr>
    </w:p>
    <w:p w14:paraId="0569A416" w14:textId="77777777" w:rsidR="00A220AE" w:rsidRPr="00CC7E12" w:rsidRDefault="00A220AE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17646C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17646C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17646C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17646C">
        <w:rPr>
          <w:rFonts w:cstheme="minorHAnsi"/>
          <w:i/>
          <w:sz w:val="14"/>
          <w:szCs w:val="14"/>
        </w:rPr>
        <w:t>oświadczeń woli w imieniu Wykonawcy</w:t>
      </w:r>
      <w:r w:rsidR="00A62B4C" w:rsidRPr="0017646C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7646C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291E0" w14:textId="77777777" w:rsidR="00803DD6" w:rsidRDefault="00803DD6" w:rsidP="00582CE9">
      <w:pPr>
        <w:spacing w:after="0"/>
      </w:pPr>
      <w:r>
        <w:separator/>
      </w:r>
    </w:p>
  </w:endnote>
  <w:endnote w:type="continuationSeparator" w:id="0">
    <w:p w14:paraId="0A00B2F7" w14:textId="77777777" w:rsidR="00803DD6" w:rsidRDefault="00803DD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7623A" w14:textId="77777777" w:rsidR="00803DD6" w:rsidRDefault="00803DD6" w:rsidP="00582CE9">
      <w:pPr>
        <w:spacing w:after="0"/>
      </w:pPr>
      <w:r>
        <w:separator/>
      </w:r>
    </w:p>
  </w:footnote>
  <w:footnote w:type="continuationSeparator" w:id="0">
    <w:p w14:paraId="4AC7E006" w14:textId="77777777" w:rsidR="00803DD6" w:rsidRDefault="00803DD6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CD015E5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A220AE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FA27E0">
            <w:rPr>
              <w:rFonts w:asciiTheme="majorHAnsi" w:hAnsiTheme="majorHAnsi"/>
              <w:color w:val="000000" w:themeColor="text1"/>
              <w:sz w:val="14"/>
              <w:szCs w:val="18"/>
            </w:rPr>
            <w:t>94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7646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1B38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1D4A"/>
    <w:rsid w:val="002C2546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DD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20AE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57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124C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385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27E0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799</Words>
  <Characters>4799</Characters>
  <Application>Microsoft Office Word</Application>
  <DocSecurity>0</DocSecurity>
  <Lines>39</Lines>
  <Paragraphs>11</Paragraphs>
  <ScaleCrop>false</ScaleCrop>
  <Company>PGE Systemy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Sowiński Łukasz [PGE Dystr. O.Zamość]</cp:lastModifiedBy>
  <cp:revision>4</cp:revision>
  <cp:lastPrinted>2024-07-15T11:21:00Z</cp:lastPrinted>
  <dcterms:created xsi:type="dcterms:W3CDTF">2025-12-04T08:33:00Z</dcterms:created>
  <dcterms:modified xsi:type="dcterms:W3CDTF">2025-12-04T11:40:00Z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